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41A0B">
        <w:rPr>
          <w:rFonts w:ascii="Corbel" w:hAnsi="Corbel"/>
          <w:i/>
          <w:smallCaps/>
          <w:sz w:val="24"/>
          <w:szCs w:val="24"/>
        </w:rPr>
        <w:t>2020-2022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2E2846">
        <w:rPr>
          <w:rFonts w:ascii="Corbel" w:hAnsi="Corbel"/>
          <w:sz w:val="20"/>
          <w:szCs w:val="20"/>
        </w:rPr>
        <w:t xml:space="preserve">ok akademicki </w:t>
      </w:r>
      <w:r w:rsidR="00C41A0B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F40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na odległość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F40EC" w:rsidRPr="009C54AE" w:rsidRDefault="005566D6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F40EC" w:rsidRPr="009C54AE" w:rsidRDefault="005566D6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pedagogika medialna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semestr 1,2 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5423">
              <w:rPr>
                <w:rFonts w:ascii="Corbel" w:hAnsi="Corbel"/>
                <w:b w:val="0"/>
                <w:sz w:val="24"/>
                <w:szCs w:val="24"/>
              </w:rPr>
              <w:t>prz. kszt. specjalnościowego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UR dr hab. Marta Wrońska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F40EC" w:rsidRPr="009C54AE" w:rsidTr="002F40E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E3B92" w:rsidRPr="009C54AE" w:rsidTr="002F40E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40E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2F40E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61D4F">
        <w:rPr>
          <w:rFonts w:ascii="Corbel" w:hAnsi="Corbel"/>
          <w:b w:val="0"/>
          <w:smallCaps w:val="0"/>
          <w:strike/>
          <w:szCs w:val="24"/>
        </w:rPr>
        <w:t>zaliczenie z oceną, 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9C54AE" w:rsidRDefault="009E3B9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61D4F" w:rsidRPr="009C54AE" w:rsidTr="00461D4F">
        <w:tc>
          <w:tcPr>
            <w:tcW w:w="9670" w:type="dxa"/>
          </w:tcPr>
          <w:p w:rsidR="00461D4F" w:rsidRPr="001A4BC0" w:rsidRDefault="00461D4F" w:rsidP="00DB5F4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A4BC0">
              <w:rPr>
                <w:rFonts w:ascii="Corbel" w:hAnsi="Corbel"/>
                <w:b w:val="0"/>
                <w:smallCaps w:val="0"/>
                <w:szCs w:val="24"/>
              </w:rPr>
              <w:t>Umiejętności w zakresie wykorzystania zasobów internetowych. Praca w systemach CMS. Podstawowe umiejętności w zakresie tworzenia kursów na platformie Moodle.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2E2846">
      <w:pPr>
        <w:pStyle w:val="Punktygwne"/>
        <w:keepNext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2E2846">
      <w:pPr>
        <w:pStyle w:val="Podpunkty"/>
        <w:keepNext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1D4F" w:rsidRPr="009C54AE" w:rsidTr="00461D4F">
        <w:tc>
          <w:tcPr>
            <w:tcW w:w="851" w:type="dxa"/>
            <w:vAlign w:val="center"/>
          </w:tcPr>
          <w:p w:rsidR="00461D4F" w:rsidRPr="009C54AE" w:rsidRDefault="00461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61D4F" w:rsidRPr="00ED683E" w:rsidRDefault="00461D4F" w:rsidP="004A1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68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A134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D683E">
              <w:rPr>
                <w:rFonts w:ascii="Corbel" w:hAnsi="Corbel"/>
                <w:b w:val="0"/>
                <w:smallCaps w:val="0"/>
                <w:szCs w:val="24"/>
              </w:rPr>
              <w:t>yposażenie studentów w umiejętności i kompetencje z zakresu edukacji na odległość.</w:t>
            </w:r>
          </w:p>
        </w:tc>
      </w:tr>
      <w:tr w:rsidR="00461D4F" w:rsidRPr="009C54AE" w:rsidTr="00461D4F">
        <w:tc>
          <w:tcPr>
            <w:tcW w:w="851" w:type="dxa"/>
            <w:vAlign w:val="center"/>
          </w:tcPr>
          <w:p w:rsidR="00461D4F" w:rsidRPr="009C54AE" w:rsidRDefault="00461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61D4F" w:rsidRPr="00ED683E" w:rsidRDefault="00461D4F" w:rsidP="00ED68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683E">
              <w:rPr>
                <w:rFonts w:ascii="Corbel" w:hAnsi="Corbel"/>
                <w:b w:val="0"/>
                <w:smallCaps w:val="0"/>
                <w:szCs w:val="24"/>
              </w:rPr>
              <w:t>Wykorzystanie nowoczesnych technologii informacyjnych w celu elektronizacji materiałów dydaktycznych.</w:t>
            </w:r>
          </w:p>
        </w:tc>
      </w:tr>
      <w:tr w:rsidR="00461D4F" w:rsidRPr="009C54AE" w:rsidTr="00461D4F">
        <w:tc>
          <w:tcPr>
            <w:tcW w:w="851" w:type="dxa"/>
            <w:vAlign w:val="center"/>
          </w:tcPr>
          <w:p w:rsidR="00461D4F" w:rsidRPr="009C54AE" w:rsidRDefault="00461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461D4F" w:rsidRPr="00ED683E" w:rsidRDefault="00461D4F" w:rsidP="00ED68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683E">
              <w:rPr>
                <w:rFonts w:ascii="Corbel" w:hAnsi="Corbel"/>
                <w:b w:val="0"/>
                <w:smallCaps w:val="0"/>
                <w:szCs w:val="24"/>
              </w:rPr>
              <w:t>Zaprojektowanie i wykonanie kursu na serwerach Katedry Pedagogiki Medialnej, przeprowadzenie procesu dydaktycznego.</w:t>
            </w:r>
          </w:p>
        </w:tc>
      </w:tr>
      <w:tr w:rsidR="00461D4F" w:rsidRPr="009C54AE" w:rsidTr="00461D4F">
        <w:tc>
          <w:tcPr>
            <w:tcW w:w="851" w:type="dxa"/>
            <w:vAlign w:val="center"/>
          </w:tcPr>
          <w:p w:rsidR="00461D4F" w:rsidRPr="009C54AE" w:rsidRDefault="00461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461D4F" w:rsidRPr="00ED683E" w:rsidRDefault="00461D4F" w:rsidP="00ED68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683E">
              <w:rPr>
                <w:rFonts w:ascii="Corbel" w:hAnsi="Corbel"/>
                <w:b w:val="0"/>
                <w:smallCaps w:val="0"/>
                <w:szCs w:val="24"/>
              </w:rPr>
              <w:t>Doskonalenie umiejętności  w zakresie określenia roli i kompetencji nauczycieli w edukacji zdalnej.</w:t>
            </w:r>
          </w:p>
        </w:tc>
      </w:tr>
      <w:tr w:rsidR="00461D4F" w:rsidRPr="009C54AE" w:rsidTr="00461D4F">
        <w:tc>
          <w:tcPr>
            <w:tcW w:w="851" w:type="dxa"/>
            <w:vAlign w:val="center"/>
          </w:tcPr>
          <w:p w:rsidR="00461D4F" w:rsidRPr="009C54AE" w:rsidRDefault="00461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61D4F" w:rsidRPr="00ED683E" w:rsidRDefault="00461D4F" w:rsidP="00ED68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683E">
              <w:rPr>
                <w:rFonts w:ascii="Corbel" w:hAnsi="Corbel"/>
                <w:b w:val="0"/>
                <w:smallCaps w:val="0"/>
                <w:szCs w:val="24"/>
              </w:rPr>
              <w:t>Wykorzystanie dodatkowych f</w:t>
            </w:r>
            <w:r w:rsidR="004A1340">
              <w:rPr>
                <w:rFonts w:ascii="Corbel" w:hAnsi="Corbel"/>
                <w:b w:val="0"/>
                <w:smallCaps w:val="0"/>
                <w:szCs w:val="24"/>
              </w:rPr>
              <w:t>unkcjonalności poprzez</w:t>
            </w:r>
            <w:r w:rsidRPr="00ED683E">
              <w:rPr>
                <w:rFonts w:ascii="Corbel" w:hAnsi="Corbel"/>
                <w:b w:val="0"/>
                <w:smallCaps w:val="0"/>
                <w:szCs w:val="24"/>
              </w:rPr>
              <w:t xml:space="preserve"> elementy (plugin) w Moodle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4A134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4A1340" w:rsidP="004A1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D683E" w:rsidRPr="009C54AE" w:rsidTr="008F3888">
        <w:tc>
          <w:tcPr>
            <w:tcW w:w="1701" w:type="dxa"/>
          </w:tcPr>
          <w:p w:rsidR="00ED683E" w:rsidRPr="009C54AE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D683E" w:rsidRPr="009C54AE" w:rsidRDefault="004A1340" w:rsidP="00DB5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dokona analizy</w:t>
            </w:r>
            <w:r w:rsidR="00ED683E" w:rsidRPr="00755F88">
              <w:rPr>
                <w:rFonts w:ascii="Corbel" w:hAnsi="Corbel"/>
                <w:b w:val="0"/>
                <w:smallCaps w:val="0"/>
                <w:szCs w:val="24"/>
              </w:rPr>
              <w:t xml:space="preserve"> metod nauczania poprzez sieć</w:t>
            </w:r>
          </w:p>
        </w:tc>
        <w:tc>
          <w:tcPr>
            <w:tcW w:w="1873" w:type="dxa"/>
            <w:vAlign w:val="center"/>
          </w:tcPr>
          <w:p w:rsidR="00ED683E" w:rsidRPr="009C54AE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K_W09</w:t>
            </w:r>
          </w:p>
        </w:tc>
      </w:tr>
      <w:tr w:rsidR="00ED683E" w:rsidRPr="009C54AE" w:rsidTr="008F3888">
        <w:tc>
          <w:tcPr>
            <w:tcW w:w="1701" w:type="dxa"/>
          </w:tcPr>
          <w:p w:rsidR="00ED683E" w:rsidRPr="009C54AE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D683E" w:rsidRPr="009C54AE" w:rsidRDefault="004A1340" w:rsidP="00DB5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ED683E">
              <w:rPr>
                <w:rFonts w:ascii="Corbel" w:hAnsi="Corbel"/>
                <w:b w:val="0"/>
                <w:smallCaps w:val="0"/>
                <w:szCs w:val="24"/>
              </w:rPr>
              <w:t>rzedstawi rodzaje metod nauczania poprzez sieć, uzasadni dobór wybranej metody w zaprojektowanym przez siebie kursie</w:t>
            </w:r>
          </w:p>
        </w:tc>
        <w:tc>
          <w:tcPr>
            <w:tcW w:w="1873" w:type="dxa"/>
            <w:vAlign w:val="center"/>
          </w:tcPr>
          <w:p w:rsidR="00ED683E" w:rsidRPr="009C54AE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K_W10</w:t>
            </w:r>
          </w:p>
        </w:tc>
      </w:tr>
      <w:tr w:rsidR="00ED683E" w:rsidRPr="009C54AE" w:rsidTr="008F3888">
        <w:tc>
          <w:tcPr>
            <w:tcW w:w="1701" w:type="dxa"/>
          </w:tcPr>
          <w:p w:rsidR="00ED683E" w:rsidRPr="009C54AE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D683E" w:rsidRPr="009C54AE" w:rsidRDefault="00ED683E" w:rsidP="009E3B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konwersji materiału dydaktycznego do przekazu elektronicznego </w:t>
            </w:r>
            <w:r w:rsidR="009E3B92">
              <w:rPr>
                <w:rFonts w:ascii="Corbel" w:hAnsi="Corbel"/>
                <w:b w:val="0"/>
                <w:smallCaps w:val="0"/>
                <w:szCs w:val="24"/>
              </w:rPr>
              <w:t>uwzględniając wymagania współczesnego społeczeństwa informacyjnego</w:t>
            </w:r>
          </w:p>
        </w:tc>
        <w:tc>
          <w:tcPr>
            <w:tcW w:w="1873" w:type="dxa"/>
            <w:vAlign w:val="center"/>
          </w:tcPr>
          <w:p w:rsidR="00ED683E" w:rsidRPr="009C54AE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ED683E" w:rsidRPr="009C54AE" w:rsidTr="008F3888">
        <w:tc>
          <w:tcPr>
            <w:tcW w:w="1701" w:type="dxa"/>
          </w:tcPr>
          <w:p w:rsidR="00ED683E" w:rsidRPr="009C54AE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D683E" w:rsidRPr="009C54AE" w:rsidRDefault="00AF030D" w:rsidP="00DB5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 nowoczesne technologie do</w:t>
            </w:r>
            <w:r w:rsidR="00ED683E" w:rsidRPr="0060390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ED683E" w:rsidRPr="0060390C">
              <w:rPr>
                <w:rFonts w:ascii="Corbel" w:hAnsi="Corbel"/>
                <w:b w:val="0"/>
                <w:smallCaps w:val="0"/>
                <w:szCs w:val="24"/>
              </w:rPr>
              <w:t>projektowan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  <w:r w:rsidR="00ED683E" w:rsidRPr="0060390C">
              <w:rPr>
                <w:rFonts w:ascii="Corbel" w:hAnsi="Corbel"/>
                <w:b w:val="0"/>
                <w:smallCaps w:val="0"/>
                <w:szCs w:val="24"/>
              </w:rPr>
              <w:t xml:space="preserve">  edukacji na odległość,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ED683E" w:rsidRPr="0060390C">
              <w:rPr>
                <w:rFonts w:ascii="Corbel" w:hAnsi="Corbel"/>
                <w:b w:val="0"/>
                <w:smallCaps w:val="0"/>
                <w:szCs w:val="24"/>
              </w:rPr>
              <w:t xml:space="preserve"> odpowiednie metody nauczania</w:t>
            </w:r>
          </w:p>
        </w:tc>
        <w:tc>
          <w:tcPr>
            <w:tcW w:w="1873" w:type="dxa"/>
            <w:vAlign w:val="center"/>
          </w:tcPr>
          <w:p w:rsidR="00ED683E" w:rsidRPr="00855D92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K_</w:t>
            </w:r>
            <w:r w:rsidRPr="00855D92">
              <w:rPr>
                <w:rFonts w:ascii="Corbel" w:hAnsi="Corbel"/>
                <w:sz w:val="20"/>
                <w:szCs w:val="20"/>
              </w:rPr>
              <w:t>U08</w:t>
            </w:r>
          </w:p>
        </w:tc>
      </w:tr>
      <w:tr w:rsidR="00ED683E" w:rsidRPr="009C54AE" w:rsidTr="008F3888">
        <w:tc>
          <w:tcPr>
            <w:tcW w:w="1701" w:type="dxa"/>
          </w:tcPr>
          <w:p w:rsidR="00ED683E" w:rsidRPr="009C54AE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D683E" w:rsidRPr="009C54AE" w:rsidRDefault="00ED683E" w:rsidP="009E3B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 </w:t>
            </w:r>
            <w:r w:rsidR="009E3B92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 z wykorzystaniem zaawansowanej funkcjonalności na platformie edukacyjnej</w:t>
            </w:r>
            <w:r w:rsidR="009E3B9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ED683E" w:rsidRPr="00855D92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K_U10</w:t>
            </w:r>
          </w:p>
        </w:tc>
      </w:tr>
      <w:tr w:rsidR="00ED683E" w:rsidRPr="009C54AE" w:rsidTr="008F3888">
        <w:tc>
          <w:tcPr>
            <w:tcW w:w="1701" w:type="dxa"/>
          </w:tcPr>
          <w:p w:rsidR="00ED683E" w:rsidRPr="009C54AE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D683E" w:rsidRPr="009C54AE" w:rsidRDefault="004A1340" w:rsidP="00DB5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analizy i ewaluacji </w:t>
            </w:r>
            <w:r w:rsidR="00ED683E">
              <w:rPr>
                <w:rFonts w:ascii="Corbel" w:hAnsi="Corbel"/>
                <w:b w:val="0"/>
                <w:smallCaps w:val="0"/>
                <w:szCs w:val="24"/>
              </w:rPr>
              <w:t>wykonanego projektu</w:t>
            </w:r>
          </w:p>
        </w:tc>
        <w:tc>
          <w:tcPr>
            <w:tcW w:w="1873" w:type="dxa"/>
            <w:vAlign w:val="center"/>
          </w:tcPr>
          <w:p w:rsidR="00ED683E" w:rsidRPr="00855D92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  <w:tr w:rsidR="00ED683E" w:rsidRPr="009C54AE" w:rsidTr="008F3888">
        <w:tc>
          <w:tcPr>
            <w:tcW w:w="1701" w:type="dxa"/>
          </w:tcPr>
          <w:p w:rsidR="00ED683E" w:rsidRPr="009C54AE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D683E" w:rsidRPr="009C54AE" w:rsidRDefault="00ED683E" w:rsidP="00DB5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projekt działań umożliwiający podniesienie motywacji w pracy dydaktycznej</w:t>
            </w:r>
          </w:p>
        </w:tc>
        <w:tc>
          <w:tcPr>
            <w:tcW w:w="1873" w:type="dxa"/>
            <w:vAlign w:val="center"/>
          </w:tcPr>
          <w:p w:rsidR="00ED683E" w:rsidRPr="00855D92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lastRenderedPageBreak/>
              <w:t>Rys historyczny, rodzaje metod stosowanych w edukacji na odległość.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Określenie zasadniczych różnic pomiędzy nauczaniem na odległość a nauczaniem metodą tradycyjną.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Określenie różnic pomiędzy nauczaniem na odległość a e-learningiem.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Organizacja zajęć zdalnych.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 xml:space="preserve">Zasady tworzenia kursów. Jakość w edukacji zdalnej. 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Nowoczesne technologie w kształceniu na odległość – platformy zamknięte, otwarte, narzędzia zewnętrzne do elektronizacji materiałów.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Kursy zgodne ze standard kształcenia na odległość (SCORM)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 xml:space="preserve">Zasady projektowania i jakość kursów e-learning. Model ADDIE, 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Motywacja w kształceniu zdalnym, model Gilly Salmon, 3J,. Model agregowany</w:t>
            </w:r>
            <w:r>
              <w:t>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Konstruowanie kursów w o</w:t>
            </w:r>
            <w:r>
              <w:t>parciu o platformę Moodle 2.x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Wykorzystanie dodatkowych pluginów (questionnaire) oraz programów Hot Potatoes 6.0</w:t>
            </w:r>
            <w:r>
              <w:t>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Rodzaje i rola komunikacji w kształceniu na odległość</w:t>
            </w:r>
            <w:r>
              <w:t>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Rola prowadzącego kursu edukacji zdalnej</w:t>
            </w:r>
            <w:r>
              <w:t>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Ewaluacja w kształceniu na odległość.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13A2" w:rsidRDefault="001713A2" w:rsidP="001713A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</w:t>
      </w:r>
      <w:r w:rsidRPr="008342B3">
        <w:rPr>
          <w:b w:val="0"/>
          <w:i/>
          <w:smallCaps w:val="0"/>
          <w:sz w:val="22"/>
        </w:rPr>
        <w:t xml:space="preserve"> </w:t>
      </w:r>
      <w:r w:rsidRPr="001713A2">
        <w:rPr>
          <w:rFonts w:ascii="Corbel" w:hAnsi="Corbel"/>
          <w:b w:val="0"/>
          <w:smallCaps w:val="0"/>
          <w:color w:val="000000"/>
          <w:szCs w:val="24"/>
        </w:rPr>
        <w:t>praca w grupach/metody kształcenia na odległość</w:t>
      </w:r>
    </w:p>
    <w:p w:rsidR="001713A2" w:rsidRDefault="001713A2" w:rsidP="001713A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</w:t>
            </w:r>
            <w:r w:rsidR="0085747A" w:rsidRPr="008F3888">
              <w:rPr>
                <w:rFonts w:ascii="Corbel" w:hAnsi="Corbel"/>
                <w:b w:val="0"/>
                <w:smallCaps w:val="0"/>
                <w:strike/>
                <w:color w:val="000000"/>
                <w:szCs w:val="24"/>
              </w:rPr>
              <w:t>kolokwium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5747A"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5747A" w:rsidRPr="008F3888">
              <w:rPr>
                <w:rFonts w:ascii="Corbel" w:hAnsi="Corbel"/>
                <w:b w:val="0"/>
                <w:smallCaps w:val="0"/>
                <w:strike/>
                <w:color w:val="000000"/>
                <w:szCs w:val="24"/>
              </w:rPr>
              <w:t>egzamin pisemny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projekt, </w:t>
            </w:r>
            <w:r w:rsidR="0085747A" w:rsidRPr="008F3888">
              <w:rPr>
                <w:rFonts w:ascii="Corbel" w:hAnsi="Corbel"/>
                <w:b w:val="0"/>
                <w:smallCaps w:val="0"/>
                <w:strike/>
                <w:color w:val="000000"/>
                <w:szCs w:val="24"/>
              </w:rPr>
              <w:t>sprawozdanie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F3888" w:rsidRPr="009C54AE" w:rsidTr="00C05F44">
        <w:tc>
          <w:tcPr>
            <w:tcW w:w="1985" w:type="dxa"/>
          </w:tcPr>
          <w:p w:rsidR="008F3888" w:rsidRPr="009C54AE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F3888" w:rsidRPr="008F3888" w:rsidRDefault="00F257B1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</w:t>
            </w:r>
            <w:r w:rsid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platformie e-learning</w:t>
            </w:r>
          </w:p>
        </w:tc>
        <w:tc>
          <w:tcPr>
            <w:tcW w:w="2126" w:type="dxa"/>
          </w:tcPr>
          <w:p w:rsidR="008F3888" w:rsidRPr="008F3888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9C54AE" w:rsidTr="00C05F44">
        <w:tc>
          <w:tcPr>
            <w:tcW w:w="1985" w:type="dxa"/>
          </w:tcPr>
          <w:p w:rsidR="008F3888" w:rsidRPr="009C54AE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8F3888" w:rsidRPr="008F3888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F3888" w:rsidRPr="008F3888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9C54AE" w:rsidTr="00C05F44">
        <w:tc>
          <w:tcPr>
            <w:tcW w:w="1985" w:type="dxa"/>
          </w:tcPr>
          <w:p w:rsidR="008F3888" w:rsidRPr="009C54AE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F3888" w:rsidRPr="008F3888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</w:tcPr>
          <w:p w:rsidR="008F3888" w:rsidRPr="008F3888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9C54AE" w:rsidTr="00C05F44">
        <w:tc>
          <w:tcPr>
            <w:tcW w:w="1985" w:type="dxa"/>
          </w:tcPr>
          <w:p w:rsidR="008F3888" w:rsidRPr="009C54AE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F3888" w:rsidRPr="008F3888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</w:tcPr>
          <w:p w:rsidR="008F3888" w:rsidRPr="008F3888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9C54AE" w:rsidTr="00C05F44">
        <w:tc>
          <w:tcPr>
            <w:tcW w:w="1985" w:type="dxa"/>
          </w:tcPr>
          <w:p w:rsidR="008F3888" w:rsidRPr="009C54AE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F3888" w:rsidRPr="008F3888" w:rsidRDefault="00F257B1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8F3888" w:rsidRPr="008F3888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9C54AE" w:rsidTr="00C05F44">
        <w:tc>
          <w:tcPr>
            <w:tcW w:w="1985" w:type="dxa"/>
          </w:tcPr>
          <w:p w:rsidR="008F3888" w:rsidRPr="009C54AE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F3888" w:rsidRPr="009C54AE" w:rsidRDefault="00F257B1" w:rsidP="008F38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platformie e-learning</w:t>
            </w:r>
          </w:p>
        </w:tc>
        <w:tc>
          <w:tcPr>
            <w:tcW w:w="2126" w:type="dxa"/>
          </w:tcPr>
          <w:p w:rsidR="008F3888" w:rsidRPr="008F3888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9C54AE" w:rsidTr="00C05F44">
        <w:tc>
          <w:tcPr>
            <w:tcW w:w="1985" w:type="dxa"/>
          </w:tcPr>
          <w:p w:rsidR="008F3888" w:rsidRPr="009C54AE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F3888" w:rsidRPr="009C54AE" w:rsidRDefault="00F257B1" w:rsidP="008F38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platformie e-learning</w:t>
            </w:r>
          </w:p>
        </w:tc>
        <w:tc>
          <w:tcPr>
            <w:tcW w:w="2126" w:type="dxa"/>
          </w:tcPr>
          <w:p w:rsidR="008F3888" w:rsidRPr="009C54AE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F257B1" w:rsidP="00F25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zaliczenie pracy projektowej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257B1" w:rsidP="00873CFD">
            <w:pPr>
              <w:pStyle w:val="Akapitzlist"/>
              <w:tabs>
                <w:tab w:val="left" w:pos="1200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F257B1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940AF" w:rsidRDefault="00C61DC5" w:rsidP="00C940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940AF" w:rsidRDefault="00C940AF" w:rsidP="00C940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C940AF" w:rsidRDefault="00C940AF" w:rsidP="00C940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na platformie e-learningowej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940AF" w:rsidRDefault="009E3B92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940AF" w:rsidRDefault="00C940AF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9E3B92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9E3B92" w:rsidRDefault="009E3B92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9E3B92" w:rsidRPr="009C54AE" w:rsidRDefault="009E3B92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06600" w:rsidRPr="009C54AE" w:rsidTr="00923D7D">
        <w:tc>
          <w:tcPr>
            <w:tcW w:w="4962" w:type="dxa"/>
          </w:tcPr>
          <w:p w:rsidR="00906600" w:rsidRPr="009C54AE" w:rsidRDefault="009066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się z literaturą</w:t>
            </w:r>
          </w:p>
        </w:tc>
        <w:tc>
          <w:tcPr>
            <w:tcW w:w="4677" w:type="dxa"/>
          </w:tcPr>
          <w:p w:rsidR="00906600" w:rsidRDefault="00906600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06600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D683E" w:rsidP="00ED683E">
            <w:pPr>
              <w:pStyle w:val="Akapitzlist"/>
              <w:spacing w:after="0" w:line="240" w:lineRule="auto"/>
              <w:ind w:left="0" w:firstLine="33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257B1" w:rsidRPr="00DB7C10" w:rsidRDefault="00F257B1" w:rsidP="00F257B1">
            <w:pPr>
              <w:pStyle w:val="wysuniecie"/>
              <w:ind w:left="0" w:firstLine="0"/>
              <w:rPr>
                <w:sz w:val="22"/>
              </w:rPr>
            </w:pPr>
            <w:r w:rsidRPr="00DB7C10">
              <w:rPr>
                <w:sz w:val="22"/>
              </w:rPr>
              <w:t>Zieliński Z., E-learning w edukacji. Jak stworzyć multimedialna i w pełni interaktywną treść dydaktyczną, Wydawnictwo Helion. Gliwice 2012.</w:t>
            </w:r>
          </w:p>
          <w:p w:rsidR="00F257B1" w:rsidRPr="00DB7C10" w:rsidRDefault="00F257B1" w:rsidP="00F257B1">
            <w:pPr>
              <w:pStyle w:val="wysuniecie"/>
              <w:ind w:left="0" w:firstLine="0"/>
              <w:rPr>
                <w:sz w:val="22"/>
              </w:rPr>
            </w:pPr>
            <w:r w:rsidRPr="00DB7C10">
              <w:rPr>
                <w:sz w:val="22"/>
              </w:rPr>
              <w:t>Barczak A., Florek J., Jakubowski S., Sydoruk T., Zd@lna edukacja. Potrzeby, problemy, szanse i zagrożenia. Wydawnictwo Akademii Pedagogiki Specjalnej im. Marii Grzegorzewskiej, Warszawa 2006.</w:t>
            </w:r>
          </w:p>
          <w:p w:rsidR="00F257B1" w:rsidRPr="00DB7C10" w:rsidRDefault="00F257B1" w:rsidP="00F257B1">
            <w:pPr>
              <w:pStyle w:val="wysuniecie"/>
              <w:ind w:left="0" w:firstLine="0"/>
              <w:rPr>
                <w:sz w:val="22"/>
              </w:rPr>
            </w:pPr>
            <w:r w:rsidRPr="00DB7C10">
              <w:rPr>
                <w:sz w:val="22"/>
              </w:rPr>
              <w:t>Penkowska G., Meandry e-learningu. Wyd. Difin SA, Warszawa 2010.</w:t>
            </w:r>
          </w:p>
          <w:p w:rsidR="00F257B1" w:rsidRPr="009C54AE" w:rsidRDefault="00F257B1" w:rsidP="00F257B1">
            <w:pPr>
              <w:pStyle w:val="wysuniecie"/>
              <w:ind w:left="0" w:firstLine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B7C10">
              <w:rPr>
                <w:sz w:val="22"/>
              </w:rPr>
              <w:t>Siemieniecki B. Kształcenie na odległość w świetle badań i analiz, Wydawnictwo Adam Marszałek, T</w:t>
            </w:r>
            <w:r w:rsidRPr="00057465">
              <w:rPr>
                <w:sz w:val="22"/>
              </w:rPr>
              <w:t>oruń 2005 r.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F257B1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257B1" w:rsidRPr="00DB7C10" w:rsidRDefault="00F257B1" w:rsidP="00F257B1">
            <w:pPr>
              <w:pStyle w:val="wysuniecie"/>
              <w:ind w:left="0" w:firstLine="0"/>
              <w:rPr>
                <w:sz w:val="22"/>
              </w:rPr>
            </w:pPr>
            <w:r w:rsidRPr="00DB7C10">
              <w:rPr>
                <w:sz w:val="22"/>
              </w:rPr>
              <w:t>Brzózka Piotr, Moodle dla nauczycieli i trenerów, Helion 2011 r.</w:t>
            </w:r>
          </w:p>
          <w:p w:rsidR="00F257B1" w:rsidRPr="009C54AE" w:rsidRDefault="00F257B1" w:rsidP="00F257B1">
            <w:pPr>
              <w:pStyle w:val="wysuniecie"/>
              <w:ind w:left="0" w:firstLine="0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DB7C10">
              <w:rPr>
                <w:sz w:val="22"/>
              </w:rPr>
              <w:t>Hyla M., Przewodnik po e-learningu, szkolenia, ABC a Wolters Kluwer business wyd. III, Kraków 2009.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73CFD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ECA" w:rsidRDefault="00E36ECA" w:rsidP="00C16ABF">
      <w:pPr>
        <w:spacing w:after="0" w:line="240" w:lineRule="auto"/>
      </w:pPr>
      <w:r>
        <w:separator/>
      </w:r>
    </w:p>
  </w:endnote>
  <w:endnote w:type="continuationSeparator" w:id="0">
    <w:p w:rsidR="00E36ECA" w:rsidRDefault="00E36E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ECA" w:rsidRDefault="00E36ECA" w:rsidP="00C16ABF">
      <w:pPr>
        <w:spacing w:after="0" w:line="240" w:lineRule="auto"/>
      </w:pPr>
      <w:r>
        <w:separator/>
      </w:r>
    </w:p>
  </w:footnote>
  <w:footnote w:type="continuationSeparator" w:id="0">
    <w:p w:rsidR="00E36ECA" w:rsidRDefault="00E36EC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509"/>
    <w:rsid w:val="00015B8F"/>
    <w:rsid w:val="00022ECE"/>
    <w:rsid w:val="00042A51"/>
    <w:rsid w:val="00042D2E"/>
    <w:rsid w:val="00044C82"/>
    <w:rsid w:val="00070ED6"/>
    <w:rsid w:val="000742DC"/>
    <w:rsid w:val="00084C12"/>
    <w:rsid w:val="000853B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282E"/>
    <w:rsid w:val="000F5382"/>
    <w:rsid w:val="000F5615"/>
    <w:rsid w:val="00124BFF"/>
    <w:rsid w:val="0012560E"/>
    <w:rsid w:val="00127108"/>
    <w:rsid w:val="00134B13"/>
    <w:rsid w:val="00141D45"/>
    <w:rsid w:val="00146BC0"/>
    <w:rsid w:val="00153C41"/>
    <w:rsid w:val="00154381"/>
    <w:rsid w:val="001640A7"/>
    <w:rsid w:val="00164FA7"/>
    <w:rsid w:val="00166A03"/>
    <w:rsid w:val="001713A2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846"/>
    <w:rsid w:val="002F02A3"/>
    <w:rsid w:val="002F40EC"/>
    <w:rsid w:val="002F4ABE"/>
    <w:rsid w:val="003018BA"/>
    <w:rsid w:val="0030395F"/>
    <w:rsid w:val="00305C92"/>
    <w:rsid w:val="003151C5"/>
    <w:rsid w:val="0031659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D4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340"/>
    <w:rsid w:val="004A3EEA"/>
    <w:rsid w:val="004A4D1F"/>
    <w:rsid w:val="004D5282"/>
    <w:rsid w:val="004F1551"/>
    <w:rsid w:val="004F55A3"/>
    <w:rsid w:val="0050496F"/>
    <w:rsid w:val="00512A65"/>
    <w:rsid w:val="00513B6F"/>
    <w:rsid w:val="00517C63"/>
    <w:rsid w:val="00526C94"/>
    <w:rsid w:val="005363C4"/>
    <w:rsid w:val="00536BDE"/>
    <w:rsid w:val="00543ACC"/>
    <w:rsid w:val="005566D6"/>
    <w:rsid w:val="0056696D"/>
    <w:rsid w:val="00573EF9"/>
    <w:rsid w:val="0059484D"/>
    <w:rsid w:val="005A0855"/>
    <w:rsid w:val="005A3196"/>
    <w:rsid w:val="005C080F"/>
    <w:rsid w:val="005C3C11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3CFD"/>
    <w:rsid w:val="008763F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888"/>
    <w:rsid w:val="008F5526"/>
    <w:rsid w:val="008F6E29"/>
    <w:rsid w:val="00906600"/>
    <w:rsid w:val="00916188"/>
    <w:rsid w:val="00923D7D"/>
    <w:rsid w:val="009508DF"/>
    <w:rsid w:val="00950DAC"/>
    <w:rsid w:val="00954A07"/>
    <w:rsid w:val="00997F14"/>
    <w:rsid w:val="009A6083"/>
    <w:rsid w:val="009A78D9"/>
    <w:rsid w:val="009C1331"/>
    <w:rsid w:val="009C3E31"/>
    <w:rsid w:val="009C54AE"/>
    <w:rsid w:val="009C788E"/>
    <w:rsid w:val="009E3B41"/>
    <w:rsid w:val="009E3B9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30D"/>
    <w:rsid w:val="00AF2C1E"/>
    <w:rsid w:val="00B06142"/>
    <w:rsid w:val="00B079DC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57D"/>
    <w:rsid w:val="00C41A0B"/>
    <w:rsid w:val="00C56036"/>
    <w:rsid w:val="00C61DC5"/>
    <w:rsid w:val="00C67E92"/>
    <w:rsid w:val="00C70A26"/>
    <w:rsid w:val="00C766DF"/>
    <w:rsid w:val="00C8670B"/>
    <w:rsid w:val="00C940A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CF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07D"/>
    <w:rsid w:val="00E36ECA"/>
    <w:rsid w:val="00E51E44"/>
    <w:rsid w:val="00E63348"/>
    <w:rsid w:val="00E77E88"/>
    <w:rsid w:val="00E8107D"/>
    <w:rsid w:val="00E94E9E"/>
    <w:rsid w:val="00E960BB"/>
    <w:rsid w:val="00EA2074"/>
    <w:rsid w:val="00EA4832"/>
    <w:rsid w:val="00EA4E9D"/>
    <w:rsid w:val="00EC4899"/>
    <w:rsid w:val="00ED03AB"/>
    <w:rsid w:val="00ED32D2"/>
    <w:rsid w:val="00ED683E"/>
    <w:rsid w:val="00EE32DE"/>
    <w:rsid w:val="00EE5457"/>
    <w:rsid w:val="00F070AB"/>
    <w:rsid w:val="00F12B52"/>
    <w:rsid w:val="00F17567"/>
    <w:rsid w:val="00F22096"/>
    <w:rsid w:val="00F257B1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F257B1"/>
    <w:pPr>
      <w:spacing w:after="0" w:line="240" w:lineRule="auto"/>
      <w:ind w:left="709" w:hanging="709"/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F257B1"/>
    <w:pPr>
      <w:spacing w:after="0" w:line="240" w:lineRule="auto"/>
      <w:ind w:left="709" w:hanging="709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F3CF-9FCB-4B8E-8913-952723E23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926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2020-10-14T10:52:00Z</cp:lastPrinted>
  <dcterms:created xsi:type="dcterms:W3CDTF">2019-11-08T11:03:00Z</dcterms:created>
  <dcterms:modified xsi:type="dcterms:W3CDTF">2021-10-04T10:59:00Z</dcterms:modified>
</cp:coreProperties>
</file>